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AE" w:rsidRDefault="00F32D04" w:rsidP="000764AE">
      <w:pPr>
        <w:spacing w:before="840" w:line="360" w:lineRule="exact"/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2280920</wp:posOffset>
                </wp:positionH>
                <wp:positionV relativeFrom="page">
                  <wp:posOffset>2397125</wp:posOffset>
                </wp:positionV>
                <wp:extent cx="1938655" cy="215900"/>
                <wp:effectExtent l="4445" t="0" r="0" b="0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65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4AE" w:rsidRPr="0037675E" w:rsidRDefault="000764AE" w:rsidP="000764AE">
                            <w:pPr>
                              <w:pStyle w:val="a3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79.6pt;margin-top:188.75pt;width:152.65pt;height:1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" filled="f" stroked="f">
                <v:textbox inset="0,0,0,0">
                  <w:txbxContent>
                    <w:p w:rsidR="000764AE" w:rsidRPr="0037675E" w:rsidRDefault="000764AE" w:rsidP="000764AE">
                      <w:pPr>
                        <w:pStyle w:val="a3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869950</wp:posOffset>
                </wp:positionH>
                <wp:positionV relativeFrom="page">
                  <wp:posOffset>2397125</wp:posOffset>
                </wp:positionV>
                <wp:extent cx="1148715" cy="215900"/>
                <wp:effectExtent l="3175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4AE" w:rsidRPr="00676BC6" w:rsidRDefault="000764AE" w:rsidP="00086BC6">
                            <w:pPr>
                              <w:pStyle w:val="a3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68.5pt;margin-top:188.75pt;width:90.45pt;height:1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uXsQ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RwjTlpo0SMdNLoTAwpMdfpOJeD00IGbHmAbumwzVd29KL4pxMWmJnxP11KKvqakBHa+uek+uzri&#10;KAOy6z+KEsKQgxYWaKhka0oHxUCADl16OnfGUClMSD+MFv4MowLOAn8W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" filled="f" stroked="f">
                <v:textbox inset="0,0,0,0">
                  <w:txbxContent>
                    <w:p w:rsidR="000764AE" w:rsidRPr="00676BC6" w:rsidRDefault="000764AE" w:rsidP="00086BC6">
                      <w:pPr>
                        <w:pStyle w:val="a3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2280920</wp:posOffset>
                </wp:positionH>
                <wp:positionV relativeFrom="page">
                  <wp:posOffset>2737485</wp:posOffset>
                </wp:positionV>
                <wp:extent cx="1161415" cy="215900"/>
                <wp:effectExtent l="4445" t="381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141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4AE" w:rsidRPr="001A2849" w:rsidRDefault="000764AE" w:rsidP="000764AE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179.6pt;margin-top:215.55pt;width:91.4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" filled="f" stroked="f">
                <v:textbox inset="0,0,0,0">
                  <w:txbxContent>
                    <w:p w:rsidR="000764AE" w:rsidRPr="001A2849" w:rsidRDefault="000764AE" w:rsidP="000764AE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1170305</wp:posOffset>
                </wp:positionH>
                <wp:positionV relativeFrom="page">
                  <wp:posOffset>2737485</wp:posOffset>
                </wp:positionV>
                <wp:extent cx="815340" cy="215900"/>
                <wp:effectExtent l="0" t="381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4AE" w:rsidRPr="00F919B8" w:rsidRDefault="000764AE" w:rsidP="000764AE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92.15pt;margin-top:215.55pt;width:64.2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" filled="f" stroked="f">
                <v:textbox inset="0,0,0,0">
                  <w:txbxContent>
                    <w:p w:rsidR="000764AE" w:rsidRPr="00F919B8" w:rsidRDefault="000764AE" w:rsidP="000764AE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869950</wp:posOffset>
                </wp:positionH>
                <wp:positionV relativeFrom="page">
                  <wp:posOffset>3114675</wp:posOffset>
                </wp:positionV>
                <wp:extent cx="2515870" cy="844550"/>
                <wp:effectExtent l="3175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84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6BC6" w:rsidRPr="000217BF" w:rsidRDefault="00086BC6" w:rsidP="00086BC6">
                            <w:pPr>
                              <w:pStyle w:val="a5"/>
                            </w:pPr>
                            <w:r>
                              <w:rPr>
                                <w:b w:val="0"/>
                              </w:rPr>
                              <w:t xml:space="preserve">О направлении Положения </w:t>
                            </w:r>
                            <w:r>
                              <w:rPr>
                                <w:b w:val="0"/>
                              </w:rPr>
                              <w:t xml:space="preserve">              </w:t>
                            </w:r>
                            <w:r>
                              <w:rPr>
                                <w:b w:val="0"/>
                              </w:rPr>
                              <w:t>о региональном творческом конкурсе «Дети против мусора: Мы за чистый город!»</w:t>
                            </w:r>
                          </w:p>
                          <w:p w:rsidR="000764AE" w:rsidRPr="00945AFB" w:rsidRDefault="000764AE" w:rsidP="000764AE">
                            <w:pPr>
                              <w:pStyle w:val="a5"/>
                              <w:spacing w:after="0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68.5pt;margin-top:245.25pt;width:198.1pt;height:66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17KsQIAALA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" filled="f" stroked="f">
                <v:textbox inset="0,0,0,0">
                  <w:txbxContent>
                    <w:p w:rsidR="00086BC6" w:rsidRPr="000217BF" w:rsidRDefault="00086BC6" w:rsidP="00086BC6">
                      <w:pPr>
                        <w:pStyle w:val="a5"/>
                      </w:pPr>
                      <w:r>
                        <w:rPr>
                          <w:b w:val="0"/>
                        </w:rPr>
                        <w:t xml:space="preserve">О направлении Положения </w:t>
                      </w:r>
                      <w:r>
                        <w:rPr>
                          <w:b w:val="0"/>
                        </w:rPr>
                        <w:t xml:space="preserve">              </w:t>
                      </w:r>
                      <w:r>
                        <w:rPr>
                          <w:b w:val="0"/>
                        </w:rPr>
                        <w:t>о региональном творческом конкурсе «Дети против мусора: Мы за чистый город!»</w:t>
                      </w:r>
                    </w:p>
                    <w:p w:rsidR="000764AE" w:rsidRPr="00945AFB" w:rsidRDefault="000764AE" w:rsidP="000764AE">
                      <w:pPr>
                        <w:pStyle w:val="a5"/>
                        <w:spacing w:after="0"/>
                        <w:rPr>
                          <w:b w:val="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4051935</wp:posOffset>
                </wp:positionH>
                <wp:positionV relativeFrom="page">
                  <wp:posOffset>1316355</wp:posOffset>
                </wp:positionV>
                <wp:extent cx="2881630" cy="1326515"/>
                <wp:effectExtent l="3810" t="1905" r="635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1630" cy="1326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6BC6" w:rsidRDefault="00086BC6" w:rsidP="00086BC6">
                            <w:pPr>
                              <w:pStyle w:val="a8"/>
                            </w:pPr>
                            <w:r w:rsidRPr="00317D07">
                              <w:t xml:space="preserve">Главам </w:t>
                            </w:r>
                            <w:r>
                              <w:t xml:space="preserve">городских округов                 </w:t>
                            </w:r>
                            <w:r>
                              <w:t xml:space="preserve"> </w:t>
                            </w:r>
                            <w:r>
                              <w:t>и муниципальных районов</w:t>
                            </w:r>
                          </w:p>
                          <w:p w:rsidR="00086BC6" w:rsidRDefault="00086BC6" w:rsidP="00086BC6">
                            <w:pPr>
                              <w:pStyle w:val="a8"/>
                            </w:pPr>
                            <w:r w:rsidRPr="00317D07">
                              <w:t>Пермского края</w:t>
                            </w:r>
                          </w:p>
                          <w:p w:rsidR="001445A3" w:rsidRDefault="001445A3" w:rsidP="000764AE">
                            <w:pPr>
                              <w:pStyle w:val="a8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319.05pt;margin-top:103.65pt;width:226.9pt;height:104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PHCsAIAALE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" filled="f" stroked="f">
                <v:textbox inset="0,0,0,0">
                  <w:txbxContent>
                    <w:p w:rsidR="00086BC6" w:rsidRDefault="00086BC6" w:rsidP="00086BC6">
                      <w:pPr>
                        <w:pStyle w:val="a8"/>
                      </w:pPr>
                      <w:r w:rsidRPr="00317D07">
                        <w:t xml:space="preserve">Главам </w:t>
                      </w:r>
                      <w:r>
                        <w:t xml:space="preserve">городских округов                 </w:t>
                      </w:r>
                      <w:r>
                        <w:t xml:space="preserve"> </w:t>
                      </w:r>
                      <w:r>
                        <w:t>и муниципальных районов</w:t>
                      </w:r>
                    </w:p>
                    <w:p w:rsidR="00086BC6" w:rsidRDefault="00086BC6" w:rsidP="00086BC6">
                      <w:pPr>
                        <w:pStyle w:val="a8"/>
                      </w:pPr>
                      <w:r w:rsidRPr="00317D07">
                        <w:t>Пермского края</w:t>
                      </w:r>
                    </w:p>
                    <w:p w:rsidR="001445A3" w:rsidRDefault="001445A3" w:rsidP="000764AE">
                      <w:pPr>
                        <w:pStyle w:val="a8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posOffset>799465</wp:posOffset>
            </wp:positionH>
            <wp:positionV relativeFrom="page">
              <wp:posOffset>230505</wp:posOffset>
            </wp:positionV>
            <wp:extent cx="6283325" cy="2962275"/>
            <wp:effectExtent l="0" t="0" r="3175" b="9525"/>
            <wp:wrapTopAndBottom/>
            <wp:docPr id="7" name="Рисунок 2" descr="Приказ_А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риказ_АП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915" cy="374650"/>
                <wp:effectExtent l="0" t="2540" r="1905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4AE" w:rsidRPr="00BA134F" w:rsidRDefault="000764AE" w:rsidP="000764AE">
                            <w:pPr>
                              <w:pStyle w:val="a9"/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70.9pt;margin-top:774.2pt;width:266.45pt;height:29.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" o:allowincell="f" filled="f" stroked="f">
                <v:textbox inset="0,0,0,0">
                  <w:txbxContent>
                    <w:p w:rsidR="000764AE" w:rsidRPr="00BA134F" w:rsidRDefault="000764AE" w:rsidP="000764AE">
                      <w:pPr>
                        <w:pStyle w:val="a9"/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0764AE" w:rsidRPr="001445A3" w:rsidRDefault="000764AE" w:rsidP="000764AE">
      <w:pPr>
        <w:spacing w:line="360" w:lineRule="exact"/>
        <w:ind w:firstLine="720"/>
        <w:rPr>
          <w:sz w:val="28"/>
          <w:szCs w:val="28"/>
        </w:rPr>
      </w:pPr>
    </w:p>
    <w:p w:rsidR="00086BC6" w:rsidRPr="00317D07" w:rsidRDefault="00086BC6" w:rsidP="00086BC6">
      <w:pPr>
        <w:spacing w:line="360" w:lineRule="atLeast"/>
        <w:jc w:val="center"/>
        <w:rPr>
          <w:sz w:val="28"/>
          <w:szCs w:val="28"/>
        </w:rPr>
      </w:pPr>
      <w:r w:rsidRPr="00317D07">
        <w:rPr>
          <w:sz w:val="28"/>
          <w:szCs w:val="28"/>
        </w:rPr>
        <w:t>Уважаемые коллеги!</w:t>
      </w:r>
    </w:p>
    <w:p w:rsidR="00086BC6" w:rsidRDefault="00086BC6" w:rsidP="00086BC6">
      <w:pPr>
        <w:spacing w:line="360" w:lineRule="exact"/>
        <w:rPr>
          <w:sz w:val="28"/>
          <w:szCs w:val="28"/>
        </w:rPr>
      </w:pPr>
    </w:p>
    <w:p w:rsidR="00086BC6" w:rsidRDefault="00086BC6" w:rsidP="00086BC6">
      <w:pPr>
        <w:tabs>
          <w:tab w:val="left" w:pos="8364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исполнения Закона Пермского края от 21.06.2018 № 256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«О реализации отдельных полномочий в области обращения с твердыми коммунальными отходами на территории Пермского края» Министерством жилищно-коммунального хозяйства и благоустройства Пермского края (далее – Министерство) разработано Положение о региональном творческом конкурсе «Дети против мусора:» Мы за чистый город!», утвержденное приказом Министерства от 28.05.2020 № СЭД-24-02-50-ПР-6.  </w:t>
      </w:r>
    </w:p>
    <w:p w:rsidR="00086BC6" w:rsidRPr="00415216" w:rsidRDefault="00086BC6" w:rsidP="00086BC6">
      <w:pPr>
        <w:tabs>
          <w:tab w:val="left" w:pos="8364"/>
        </w:tabs>
        <w:spacing w:line="360" w:lineRule="exact"/>
        <w:ind w:firstLine="709"/>
        <w:jc w:val="both"/>
        <w:rPr>
          <w:sz w:val="28"/>
          <w:szCs w:val="28"/>
        </w:rPr>
      </w:pPr>
      <w:r w:rsidRPr="00415216">
        <w:rPr>
          <w:sz w:val="28"/>
          <w:szCs w:val="28"/>
        </w:rPr>
        <w:t xml:space="preserve">В конкурсе могут принять участие воспитанники образовательных учреждений, детских и молодёжных объединений, учреждений дополнительного образования Пермского края, а также отдельные авторы или группы авторов </w:t>
      </w:r>
      <w:r>
        <w:rPr>
          <w:sz w:val="28"/>
          <w:szCs w:val="28"/>
        </w:rPr>
        <w:t xml:space="preserve">                      </w:t>
      </w:r>
      <w:bookmarkStart w:id="0" w:name="_GoBack"/>
      <w:bookmarkEnd w:id="0"/>
      <w:r w:rsidRPr="00415216">
        <w:rPr>
          <w:sz w:val="28"/>
          <w:szCs w:val="28"/>
        </w:rPr>
        <w:t>в возрасте от 3 лет до 16 лет.</w:t>
      </w:r>
    </w:p>
    <w:p w:rsidR="00086BC6" w:rsidRPr="00415216" w:rsidRDefault="00086BC6" w:rsidP="00086BC6">
      <w:pPr>
        <w:tabs>
          <w:tab w:val="left" w:pos="8364"/>
        </w:tabs>
        <w:spacing w:line="360" w:lineRule="exact"/>
        <w:ind w:firstLine="709"/>
        <w:jc w:val="both"/>
        <w:rPr>
          <w:sz w:val="28"/>
          <w:szCs w:val="28"/>
        </w:rPr>
      </w:pPr>
      <w:r w:rsidRPr="00415216">
        <w:rPr>
          <w:sz w:val="28"/>
          <w:szCs w:val="28"/>
        </w:rPr>
        <w:t>Конкурс проводится по трем номинациям: экологических видеороликов «Дети против мусора», рисунков «Мы за чистый город!» и поделок «Вторая жизнь/ Второе дыхание».</w:t>
      </w:r>
    </w:p>
    <w:p w:rsidR="00086BC6" w:rsidRPr="00415216" w:rsidRDefault="00086BC6" w:rsidP="00086BC6">
      <w:pPr>
        <w:tabs>
          <w:tab w:val="left" w:pos="8364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Конкурсной комиссией </w:t>
      </w:r>
      <w:r w:rsidRPr="00415216">
        <w:rPr>
          <w:sz w:val="28"/>
          <w:szCs w:val="28"/>
        </w:rPr>
        <w:t>принимаются видеоролики или анимационные ролики выполнение любыми доступными средствами (видеокамера, фотоаппарат, мобильный телефон).</w:t>
      </w:r>
    </w:p>
    <w:p w:rsidR="00086BC6" w:rsidRPr="00415216" w:rsidRDefault="00086BC6" w:rsidP="00086BC6">
      <w:pPr>
        <w:tabs>
          <w:tab w:val="left" w:pos="8364"/>
        </w:tabs>
        <w:spacing w:line="360" w:lineRule="exact"/>
        <w:ind w:firstLine="709"/>
        <w:jc w:val="both"/>
        <w:rPr>
          <w:sz w:val="28"/>
          <w:szCs w:val="28"/>
        </w:rPr>
      </w:pPr>
      <w:r w:rsidRPr="00415216">
        <w:rPr>
          <w:sz w:val="28"/>
          <w:szCs w:val="28"/>
        </w:rPr>
        <w:t xml:space="preserve">В номинации рисунков, работы могут быть выполнены в любой технике, различными художественными материалами: краски (акварель, гуашь, масляные), мелки (пастельные, восковые), карандаши (простой, цветные), </w:t>
      </w:r>
      <w:r>
        <w:rPr>
          <w:sz w:val="28"/>
          <w:szCs w:val="28"/>
        </w:rPr>
        <w:t>уголь, сангина.  А так</w:t>
      </w:r>
      <w:r w:rsidRPr="00415216">
        <w:rPr>
          <w:sz w:val="28"/>
          <w:szCs w:val="28"/>
        </w:rPr>
        <w:t>же можно использовать смешанные техники работы (пример: рисунок плюс аппликация, рисунок плюс пластилин).</w:t>
      </w:r>
    </w:p>
    <w:p w:rsidR="00086BC6" w:rsidRPr="00415216" w:rsidRDefault="00086BC6" w:rsidP="00086BC6">
      <w:pPr>
        <w:tabs>
          <w:tab w:val="left" w:pos="8364"/>
        </w:tabs>
        <w:spacing w:line="360" w:lineRule="exact"/>
        <w:ind w:firstLine="709"/>
        <w:jc w:val="both"/>
        <w:rPr>
          <w:sz w:val="28"/>
          <w:szCs w:val="28"/>
        </w:rPr>
      </w:pPr>
      <w:r w:rsidRPr="00415216">
        <w:rPr>
          <w:sz w:val="28"/>
          <w:szCs w:val="28"/>
        </w:rPr>
        <w:lastRenderedPageBreak/>
        <w:t xml:space="preserve">Отдельно жюри оценит работы поделок «Вторая жизнь/Второе дыхание». Участники могут выполнить любые интересные и оригинальные поделки </w:t>
      </w:r>
      <w:r>
        <w:rPr>
          <w:sz w:val="28"/>
          <w:szCs w:val="28"/>
        </w:rPr>
        <w:t xml:space="preserve">                    </w:t>
      </w:r>
      <w:r w:rsidRPr="00415216">
        <w:rPr>
          <w:sz w:val="28"/>
          <w:szCs w:val="28"/>
        </w:rPr>
        <w:t>и макеты из вторичного материала (бумага, ткань, пластиковые бутылки,</w:t>
      </w:r>
      <w:r>
        <w:rPr>
          <w:sz w:val="28"/>
          <w:szCs w:val="28"/>
        </w:rPr>
        <w:t xml:space="preserve"> банки, упаковочные материалы).</w:t>
      </w:r>
    </w:p>
    <w:p w:rsidR="00086BC6" w:rsidRDefault="00086BC6" w:rsidP="00086BC6">
      <w:pPr>
        <w:tabs>
          <w:tab w:val="left" w:pos="8364"/>
        </w:tabs>
        <w:spacing w:line="360" w:lineRule="exact"/>
        <w:ind w:firstLine="709"/>
        <w:jc w:val="both"/>
        <w:rPr>
          <w:sz w:val="28"/>
          <w:szCs w:val="28"/>
        </w:rPr>
      </w:pPr>
      <w:r w:rsidRPr="00415216">
        <w:rPr>
          <w:sz w:val="28"/>
          <w:szCs w:val="28"/>
        </w:rPr>
        <w:t>Целью конкурса является повышение экологической культуры и степени вовлеченности населения в вопросы обращения с отходами потребления</w:t>
      </w:r>
      <w:r>
        <w:rPr>
          <w:sz w:val="28"/>
          <w:szCs w:val="28"/>
        </w:rPr>
        <w:t>.</w:t>
      </w:r>
    </w:p>
    <w:p w:rsidR="00086BC6" w:rsidRDefault="00086BC6" w:rsidP="00086BC6">
      <w:pPr>
        <w:tabs>
          <w:tab w:val="left" w:pos="8364"/>
        </w:tabs>
        <w:spacing w:line="360" w:lineRule="exact"/>
        <w:ind w:firstLine="709"/>
        <w:jc w:val="both"/>
        <w:rPr>
          <w:sz w:val="28"/>
          <w:szCs w:val="28"/>
        </w:rPr>
      </w:pPr>
      <w:r w:rsidRPr="00415216">
        <w:rPr>
          <w:sz w:val="28"/>
          <w:szCs w:val="28"/>
        </w:rPr>
        <w:t xml:space="preserve">До 15 июля </w:t>
      </w:r>
      <w:r>
        <w:rPr>
          <w:sz w:val="28"/>
          <w:szCs w:val="28"/>
        </w:rPr>
        <w:t xml:space="preserve">2020 года </w:t>
      </w:r>
      <w:r w:rsidRPr="00415216">
        <w:rPr>
          <w:sz w:val="28"/>
          <w:szCs w:val="28"/>
        </w:rPr>
        <w:t xml:space="preserve">участники должны прислать на электронную почту </w:t>
      </w:r>
      <w:r>
        <w:rPr>
          <w:sz w:val="28"/>
          <w:szCs w:val="28"/>
        </w:rPr>
        <w:t xml:space="preserve">Министерства </w:t>
      </w:r>
      <w:r w:rsidRPr="00415216">
        <w:rPr>
          <w:sz w:val="28"/>
          <w:szCs w:val="28"/>
        </w:rPr>
        <w:t>info@mgkhb.permkrai.ru заявку и конкурсные работы. Подведение итогов состоится в начале августа. Победители в каждой номинации получат ценные призы и дипломы участника.</w:t>
      </w:r>
    </w:p>
    <w:p w:rsidR="00086BC6" w:rsidRDefault="00086BC6" w:rsidP="00086BC6">
      <w:pPr>
        <w:tabs>
          <w:tab w:val="left" w:pos="8364"/>
        </w:tabs>
        <w:spacing w:line="360" w:lineRule="exact"/>
        <w:ind w:firstLine="709"/>
        <w:jc w:val="both"/>
        <w:rPr>
          <w:sz w:val="28"/>
          <w:szCs w:val="28"/>
        </w:rPr>
      </w:pPr>
    </w:p>
    <w:p w:rsidR="00086BC6" w:rsidRPr="00AF391C" w:rsidRDefault="00086BC6" w:rsidP="00086BC6">
      <w:pPr>
        <w:tabs>
          <w:tab w:val="left" w:pos="8364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Приложение: упомянутое на 7 л. в 1 экз.</w:t>
      </w:r>
    </w:p>
    <w:p w:rsidR="00086BC6" w:rsidRDefault="00086BC6" w:rsidP="00086BC6">
      <w:pPr>
        <w:spacing w:line="360" w:lineRule="exact"/>
        <w:rPr>
          <w:sz w:val="28"/>
          <w:szCs w:val="28"/>
        </w:rPr>
      </w:pPr>
    </w:p>
    <w:p w:rsidR="00086BC6" w:rsidRDefault="00086BC6" w:rsidP="00086BC6">
      <w:pPr>
        <w:spacing w:line="360" w:lineRule="exact"/>
        <w:rPr>
          <w:sz w:val="28"/>
          <w:szCs w:val="28"/>
        </w:rPr>
      </w:pPr>
    </w:p>
    <w:p w:rsidR="00086BC6" w:rsidRPr="00AF391C" w:rsidRDefault="00086BC6" w:rsidP="00086B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Министр                                                                                                   А.А. </w:t>
      </w:r>
      <w:proofErr w:type="spellStart"/>
      <w:r>
        <w:rPr>
          <w:sz w:val="28"/>
          <w:szCs w:val="28"/>
        </w:rPr>
        <w:t>Кокорев</w:t>
      </w:r>
      <w:proofErr w:type="spellEnd"/>
    </w:p>
    <w:p w:rsidR="00086BC6" w:rsidRPr="00C6095E" w:rsidRDefault="00086BC6" w:rsidP="00086BC6">
      <w:pPr>
        <w:spacing w:before="720" w:line="360" w:lineRule="exact"/>
        <w:jc w:val="both"/>
        <w:rPr>
          <w:sz w:val="28"/>
          <w:szCs w:val="28"/>
        </w:rPr>
      </w:pPr>
    </w:p>
    <w:p w:rsidR="00086BC6" w:rsidRPr="00317D07" w:rsidRDefault="00086BC6" w:rsidP="00086BC6">
      <w:pPr>
        <w:spacing w:line="360" w:lineRule="exact"/>
        <w:ind w:firstLine="720"/>
        <w:rPr>
          <w:sz w:val="28"/>
          <w:szCs w:val="28"/>
        </w:rPr>
      </w:pPr>
      <w:r w:rsidRPr="00317D0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9824085</wp:posOffset>
                </wp:positionV>
                <wp:extent cx="3383915" cy="374650"/>
                <wp:effectExtent l="3810" t="3810" r="3175" b="254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6BC6" w:rsidRPr="0088282B" w:rsidRDefault="00086BC6" w:rsidP="00086BC6">
                            <w:pPr>
                              <w:pStyle w:val="a9"/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Забродина Ирина Алексеевна</w:t>
                            </w:r>
                          </w:p>
                          <w:p w:rsidR="00086BC6" w:rsidRPr="00274116" w:rsidRDefault="00086BC6" w:rsidP="00086BC6">
                            <w:pPr>
                              <w:pStyle w:val="a9"/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(342) 2</w:t>
                            </w:r>
                            <w:r>
                              <w:rPr>
                                <w:sz w:val="20"/>
                              </w:rPr>
                              <w:t>36-00-46 доб.224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33" type="#_x0000_t202" style="position:absolute;left:0;text-align:left;margin-left:70.8pt;margin-top:773.55pt;width:266.45pt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" filled="f" stroked="f">
                <v:textbox inset="0,0,0,0">
                  <w:txbxContent>
                    <w:p w:rsidR="00086BC6" w:rsidRPr="0088282B" w:rsidRDefault="00086BC6" w:rsidP="00086BC6">
                      <w:pPr>
                        <w:pStyle w:val="a9"/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Забродина Ирина Алексеевна</w:t>
                      </w:r>
                    </w:p>
                    <w:p w:rsidR="00086BC6" w:rsidRPr="00274116" w:rsidRDefault="00086BC6" w:rsidP="00086BC6">
                      <w:pPr>
                        <w:pStyle w:val="a9"/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en-US"/>
                        </w:rPr>
                        <w:t>(342) 2</w:t>
                      </w:r>
                      <w:r>
                        <w:rPr>
                          <w:sz w:val="20"/>
                        </w:rPr>
                        <w:t>36-00-46 доб.224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32D04" w:rsidRDefault="00F32D04" w:rsidP="000764AE">
      <w:pPr>
        <w:spacing w:line="360" w:lineRule="exact"/>
        <w:ind w:firstLine="709"/>
        <w:rPr>
          <w:sz w:val="28"/>
          <w:szCs w:val="28"/>
        </w:rPr>
      </w:pPr>
    </w:p>
    <w:p w:rsidR="00F32D04" w:rsidRPr="00F32D04" w:rsidRDefault="00F32D04" w:rsidP="00F32D04">
      <w:pPr>
        <w:rPr>
          <w:sz w:val="28"/>
          <w:szCs w:val="28"/>
        </w:rPr>
      </w:pPr>
    </w:p>
    <w:p w:rsidR="00F32D04" w:rsidRPr="00F32D04" w:rsidRDefault="00F32D04" w:rsidP="00F32D04">
      <w:pPr>
        <w:rPr>
          <w:sz w:val="28"/>
          <w:szCs w:val="28"/>
        </w:rPr>
      </w:pPr>
    </w:p>
    <w:p w:rsidR="00F32D04" w:rsidRDefault="00F32D04" w:rsidP="00F32D04">
      <w:pPr>
        <w:rPr>
          <w:sz w:val="28"/>
          <w:szCs w:val="28"/>
        </w:rPr>
      </w:pPr>
    </w:p>
    <w:p w:rsidR="000764AE" w:rsidRPr="00F32D04" w:rsidRDefault="00F32D04" w:rsidP="00F32D04">
      <w:pPr>
        <w:tabs>
          <w:tab w:val="left" w:pos="13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0764AE" w:rsidRPr="00F32D04" w:rsidSect="001445A3">
      <w:headerReference w:type="even" r:id="rId8"/>
      <w:headerReference w:type="default" r:id="rId9"/>
      <w:footerReference w:type="default" r:id="rId10"/>
      <w:pgSz w:w="11907" w:h="16840" w:code="9"/>
      <w:pgMar w:top="1134" w:right="851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025" w:rsidRDefault="008B1025">
      <w:r>
        <w:separator/>
      </w:r>
    </w:p>
  </w:endnote>
  <w:endnote w:type="continuationSeparator" w:id="0">
    <w:p w:rsidR="008B1025" w:rsidRDefault="008B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AE" w:rsidRDefault="000764AE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025" w:rsidRDefault="008B1025">
      <w:r>
        <w:separator/>
      </w:r>
    </w:p>
  </w:footnote>
  <w:footnote w:type="continuationSeparator" w:id="0">
    <w:p w:rsidR="008B1025" w:rsidRDefault="008B1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AE" w:rsidRDefault="000764AE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764AE" w:rsidRDefault="000764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AE" w:rsidRDefault="000764AE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86BC6">
      <w:rPr>
        <w:rStyle w:val="ac"/>
        <w:noProof/>
      </w:rPr>
      <w:t>2</w:t>
    </w:r>
    <w:r>
      <w:rPr>
        <w:rStyle w:val="ac"/>
      </w:rPr>
      <w:fldChar w:fldCharType="end"/>
    </w:r>
  </w:p>
  <w:p w:rsidR="000764AE" w:rsidRDefault="000764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F2"/>
    <w:rsid w:val="00013C71"/>
    <w:rsid w:val="000764AE"/>
    <w:rsid w:val="00086BC6"/>
    <w:rsid w:val="001445A3"/>
    <w:rsid w:val="00197475"/>
    <w:rsid w:val="00227C05"/>
    <w:rsid w:val="0032388A"/>
    <w:rsid w:val="00362DA0"/>
    <w:rsid w:val="007316C3"/>
    <w:rsid w:val="00772BF2"/>
    <w:rsid w:val="007B3DDE"/>
    <w:rsid w:val="008B1025"/>
    <w:rsid w:val="008D1017"/>
    <w:rsid w:val="009D2B39"/>
    <w:rsid w:val="00C80448"/>
    <w:rsid w:val="00CF00CB"/>
    <w:rsid w:val="00D83325"/>
    <w:rsid w:val="00DE49D8"/>
    <w:rsid w:val="00E80803"/>
    <w:rsid w:val="00F32D04"/>
    <w:rsid w:val="00F7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79FAB7-DE49-4223-B50C-EF983BC80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6A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1C65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4">
    <w:name w:val="Верхний колонтитул Знак"/>
    <w:link w:val="a3"/>
    <w:rsid w:val="00621C65"/>
    <w:rPr>
      <w:sz w:val="28"/>
    </w:rPr>
  </w:style>
  <w:style w:type="paragraph" w:customStyle="1" w:styleId="a5">
    <w:name w:val="Заголовок к тексту"/>
    <w:basedOn w:val="a"/>
    <w:next w:val="a6"/>
    <w:qFormat/>
    <w:rsid w:val="00621C65"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link w:val="a7"/>
    <w:rsid w:val="00621C65"/>
    <w:pPr>
      <w:spacing w:after="120"/>
    </w:pPr>
  </w:style>
  <w:style w:type="character" w:customStyle="1" w:styleId="a7">
    <w:name w:val="Основной текст Знак"/>
    <w:link w:val="a6"/>
    <w:rsid w:val="00621C65"/>
    <w:rPr>
      <w:sz w:val="24"/>
      <w:szCs w:val="24"/>
    </w:rPr>
  </w:style>
  <w:style w:type="paragraph" w:customStyle="1" w:styleId="a8">
    <w:name w:val="Адресат"/>
    <w:basedOn w:val="a"/>
    <w:rsid w:val="00621C65"/>
    <w:pPr>
      <w:suppressAutoHyphens/>
      <w:spacing w:line="240" w:lineRule="exact"/>
    </w:pPr>
    <w:rPr>
      <w:sz w:val="28"/>
      <w:szCs w:val="20"/>
    </w:rPr>
  </w:style>
  <w:style w:type="paragraph" w:customStyle="1" w:styleId="a9">
    <w:name w:val="Исполнитель"/>
    <w:basedOn w:val="a6"/>
    <w:rsid w:val="009B151F"/>
    <w:pPr>
      <w:suppressAutoHyphens/>
      <w:spacing w:line="240" w:lineRule="exact"/>
    </w:pPr>
    <w:rPr>
      <w:szCs w:val="20"/>
    </w:rPr>
  </w:style>
  <w:style w:type="paragraph" w:styleId="aa">
    <w:name w:val="footer"/>
    <w:basedOn w:val="a"/>
    <w:link w:val="ab"/>
    <w:rsid w:val="009B151F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9B151F"/>
  </w:style>
  <w:style w:type="character" w:styleId="ac">
    <w:name w:val="page number"/>
    <w:rsid w:val="009B151F"/>
  </w:style>
  <w:style w:type="paragraph" w:styleId="ad">
    <w:name w:val="No Spacing"/>
    <w:uiPriority w:val="1"/>
    <w:qFormat/>
    <w:rsid w:val="009B5F4B"/>
    <w:rPr>
      <w:sz w:val="28"/>
    </w:rPr>
  </w:style>
  <w:style w:type="paragraph" w:customStyle="1" w:styleId="ae">
    <w:name w:val="регистрационные поля"/>
    <w:basedOn w:val="a"/>
    <w:rsid w:val="00000400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f">
    <w:name w:val="Регистр"/>
    <w:rsid w:val="000C4CD5"/>
    <w:rPr>
      <w:sz w:val="28"/>
    </w:rPr>
  </w:style>
  <w:style w:type="character" w:customStyle="1" w:styleId="10">
    <w:name w:val="Заголовок 1 Знак"/>
    <w:link w:val="1"/>
    <w:uiPriority w:val="99"/>
    <w:rsid w:val="006A6A07"/>
    <w:rPr>
      <w:rFonts w:ascii="Cambria" w:hAnsi="Cambria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1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&#1052;&#1086;&#1080;%20&#1076;&#1086;&#1082;&#1091;&#1084;&#1077;&#1085;&#1090;&#1099;\&#1052;&#1080;&#1085;&#1080;&#1089;&#1090;&#1077;&#1088;&#1089;&#1090;&#1074;&#1086;%20&#1046;&#1050;&#1061;%20&#1055;&#1077;&#1088;&#1084;&#1089;&#1082;&#1086;&#1075;&#1086;%20&#1082;&#1088;&#1072;&#1103;\&#1041;&#1083;&#1072;&#1085;&#1082;&#1080;%20&#1076;&#1083;&#1103;%20&#1046;&#1050;&#1061;\&#1041;&#1083;&#1072;&#1085;&#1082;_&#1055;&#1080;&#1089;&#1100;&#1084;&#1086;%20&#1052;&#1080;&#1085;&#1046;&#1050;&#1061;%20&#1055;&#1077;&#1088;&#1084;&#1089;&#1082;&#1086;&#1075;&#1086;%20&#1082;&#1088;&#1072;&#1103;\&#1041;&#1083;&#1072;&#1085;&#1082;_&#1055;&#1080;&#1089;&#1100;&#1084;&#1086;%20&#1052;&#1080;&#1085;&#1046;&#1050;&#1061;%20&#1055;&#1077;&#1088;&#1084;&#1089;&#1082;&#1086;&#1075;&#1086;%20&#1082;&#1088;&#1072;&#1103;_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EC6BD-4A14-4B6F-8CB7-1663915CF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Бланк_Письмо МинЖКХ Пермского края_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 Науменко</dc:creator>
  <cp:keywords/>
  <cp:lastModifiedBy>Забродина Ирина Алексеевна</cp:lastModifiedBy>
  <cp:revision>3</cp:revision>
  <cp:lastPrinted>1899-12-31T19:00:00Z</cp:lastPrinted>
  <dcterms:created xsi:type="dcterms:W3CDTF">2020-06-03T12:14:00Z</dcterms:created>
  <dcterms:modified xsi:type="dcterms:W3CDTF">2020-06-03T12:16:00Z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Доверенность на Смолякову Е.Р.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090000019b53a874</vt:lpwstr>
  </property>
  <property fmtid="{D5CDD505-2E9C-101B-9397-08002B2CF9AE}" pid="6" name="r_version_label">
    <vt:lpwstr>1.2</vt:lpwstr>
  </property>
  <property fmtid="{D5CDD505-2E9C-101B-9397-08002B2CF9AE}" pid="7" name="sign_flag">
    <vt:lpwstr>Подписан ЭЦП</vt:lpwstr>
  </property>
</Properties>
</file>